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0E9D34B2"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00635A18">
        <w:rPr>
          <w:rFonts w:asciiTheme="minorHAnsi" w:hAnsiTheme="minorHAnsi" w:cstheme="minorHAnsi"/>
          <w:b/>
          <w:lang w:val="en-GB"/>
        </w:rPr>
        <w:t xml:space="preserve"> 17-SS004-25</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BA469B4"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w:t>
      </w:r>
      <w:r w:rsidR="004F0838">
        <w:rPr>
          <w:rFonts w:ascii="Calibri" w:hAnsi="Calibri" w:cs="Calibri"/>
          <w:lang w:val="en-GB"/>
        </w:rPr>
        <w:t xml:space="preserve"> Maneaba ni Maungatabu office</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2B2FF0A1"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Procurement number:</w:t>
      </w:r>
      <w:r w:rsidR="00635A18">
        <w:rPr>
          <w:rFonts w:ascii="Calibri" w:eastAsia="Times New Roman" w:hAnsi="Calibri" w:cs="Calibri"/>
          <w:lang w:val="en-GB"/>
        </w:rPr>
        <w:t xml:space="preserve"> 17-SS004-25</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 Certified business registration from MTCIC for local tenderers and a valid business registration for international tenderers</w:t>
      </w:r>
    </w:p>
    <w:p w14:paraId="3126D54D"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3A505116" w14:textId="43B5B915" w:rsidR="004F0838" w:rsidRPr="00EE03BA" w:rsidRDefault="004F0838" w:rsidP="00EE03BA">
      <w:pPr>
        <w:ind w:left="360"/>
        <w:rPr>
          <w:rFonts w:asciiTheme="minorHAnsi" w:hAnsiTheme="minorHAnsi" w:cstheme="minorHAnsi"/>
          <w:lang w:val="en-GB"/>
        </w:rPr>
      </w:pPr>
      <w:r>
        <w:rPr>
          <w:rFonts w:asciiTheme="minorHAnsi" w:hAnsiTheme="minorHAnsi" w:cstheme="minorHAnsi"/>
          <w:lang w:val="en-GB"/>
        </w:rPr>
        <w:t>b(iv) Marine license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lastRenderedPageBreak/>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to e</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lastRenderedPageBreak/>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D8713" w14:textId="77777777" w:rsidR="00174333" w:rsidRDefault="00174333">
      <w:r>
        <w:separator/>
      </w:r>
    </w:p>
  </w:endnote>
  <w:endnote w:type="continuationSeparator" w:id="0">
    <w:p w14:paraId="5E274473" w14:textId="77777777" w:rsidR="00174333" w:rsidRDefault="00174333">
      <w:r>
        <w:continuationSeparator/>
      </w:r>
    </w:p>
  </w:endnote>
  <w:endnote w:type="continuationNotice" w:id="1">
    <w:p w14:paraId="150723BE" w14:textId="77777777" w:rsidR="00174333" w:rsidRDefault="00174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1F0A5383" w:rsidR="00133D55" w:rsidRDefault="00133D55" w:rsidP="004878F3">
    <w:pPr>
      <w:pStyle w:val="Footer"/>
    </w:pPr>
    <w:r>
      <w:fldChar w:fldCharType="begin"/>
    </w:r>
    <w:r>
      <w:instrText xml:space="preserve"> DATE \@ "yyyy-MM-dd" </w:instrText>
    </w:r>
    <w:r>
      <w:fldChar w:fldCharType="separate"/>
    </w:r>
    <w:r w:rsidR="00635A18">
      <w:rPr>
        <w:noProof/>
      </w:rPr>
      <w:t>2025-07-29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7282F" w14:textId="77777777" w:rsidR="00174333" w:rsidRDefault="00174333">
      <w:r>
        <w:separator/>
      </w:r>
    </w:p>
  </w:footnote>
  <w:footnote w:type="continuationSeparator" w:id="0">
    <w:p w14:paraId="5C58EBED" w14:textId="77777777" w:rsidR="00174333" w:rsidRDefault="00174333">
      <w:r>
        <w:continuationSeparator/>
      </w:r>
    </w:p>
  </w:footnote>
  <w:footnote w:type="continuationNotice" w:id="1">
    <w:p w14:paraId="283E9993" w14:textId="77777777" w:rsidR="00174333" w:rsidRDefault="00174333"/>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4333"/>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885"/>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8"/>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5A18"/>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78C"/>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4121"/>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TotalTime>
  <Pages>7</Pages>
  <Words>1890</Words>
  <Characters>10773</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2019-05-23T01:49:00Z</cp:lastPrinted>
  <dcterms:created xsi:type="dcterms:W3CDTF">2020-07-06T12:39:00Z</dcterms:created>
  <dcterms:modified xsi:type="dcterms:W3CDTF">2025-07-29T02:14:00Z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